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3216"/>
        <w:gridCol w:w="3401"/>
        <w:gridCol w:w="3484"/>
        <w:gridCol w:w="3484"/>
      </w:tblGrid>
      <w:tr w:rsidR="00DF5BDA" w:rsidTr="00155FBF">
        <w:trPr>
          <w:trHeight w:val="2960"/>
        </w:trPr>
        <w:tc>
          <w:tcPr>
            <w:tcW w:w="3145" w:type="dxa"/>
          </w:tcPr>
          <w:p w:rsidR="00155FBF" w:rsidRPr="00DD3B03" w:rsidRDefault="00155FBF">
            <w:pPr>
              <w:rPr>
                <w:color w:val="FF33CC"/>
              </w:rPr>
            </w:pPr>
            <w:r w:rsidRPr="00DD3B03">
              <w:rPr>
                <w:color w:val="FF33CC"/>
              </w:rPr>
              <w:t>Quizlet</w:t>
            </w:r>
          </w:p>
          <w:p w:rsidR="00155FBF" w:rsidRPr="00DD3B03" w:rsidRDefault="00DF5BDA">
            <w:pPr>
              <w:rPr>
                <w:color w:val="FF33CC"/>
              </w:rPr>
            </w:pPr>
            <w:r w:rsidRPr="00DD3B03">
              <w:rPr>
                <w:noProof/>
                <w:color w:val="FF33CC"/>
              </w:rPr>
              <w:drawing>
                <wp:anchor distT="0" distB="0" distL="114300" distR="114300" simplePos="0" relativeHeight="251661312" behindDoc="1" locked="0" layoutInCell="1" allowOverlap="1" wp14:anchorId="7E7CBBD3" wp14:editId="123E7A4D">
                  <wp:simplePos x="0" y="0"/>
                  <wp:positionH relativeFrom="column">
                    <wp:posOffset>1233170</wp:posOffset>
                  </wp:positionH>
                  <wp:positionV relativeFrom="paragraph">
                    <wp:posOffset>361338</wp:posOffset>
                  </wp:positionV>
                  <wp:extent cx="585470" cy="261370"/>
                  <wp:effectExtent l="0" t="0" r="5080" b="571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ownload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630" cy="273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55FBF" w:rsidRPr="00DD3B03">
              <w:rPr>
                <w:color w:val="FF33CC"/>
              </w:rPr>
              <w:t xml:space="preserve">Study Quizlet and take test. </w:t>
            </w:r>
            <w:r w:rsidR="00FD4CC6" w:rsidRPr="00DD3B03">
              <w:rPr>
                <w:color w:val="FF33CC"/>
              </w:rPr>
              <w:t>Take picture of score and email it to teacher.</w:t>
            </w:r>
          </w:p>
          <w:p w:rsidR="00665357" w:rsidRDefault="00665357"/>
          <w:p w:rsidR="00155FBF" w:rsidRDefault="00155FBF">
            <w:r>
              <w:rPr>
                <w:noProof/>
              </w:rPr>
              <w:drawing>
                <wp:inline distT="0" distB="0" distL="0" distR="0" wp14:anchorId="594FECA4" wp14:editId="1B30B04F">
                  <wp:extent cx="1904762" cy="1904762"/>
                  <wp:effectExtent l="0" t="0" r="635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762" cy="19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0" w:type="dxa"/>
          </w:tcPr>
          <w:p w:rsidR="00155FBF" w:rsidRPr="00DD3B03" w:rsidRDefault="00155FBF">
            <w:pPr>
              <w:rPr>
                <w:color w:val="C00000"/>
              </w:rPr>
            </w:pPr>
            <w:r w:rsidRPr="00DD3B03">
              <w:rPr>
                <w:color w:val="C00000"/>
              </w:rPr>
              <w:t>Spark Notes</w:t>
            </w:r>
          </w:p>
          <w:p w:rsidR="00155FBF" w:rsidRPr="00DD3B03" w:rsidRDefault="00155FBF">
            <w:pPr>
              <w:rPr>
                <w:color w:val="C00000"/>
              </w:rPr>
            </w:pPr>
            <w:r w:rsidRPr="00DD3B03">
              <w:rPr>
                <w:color w:val="C00000"/>
              </w:rPr>
              <w:t>Help understand what you’re reading.</w:t>
            </w:r>
            <w:r w:rsidR="00DF5BDA" w:rsidRPr="00DD3B03">
              <w:rPr>
                <w:noProof/>
                <w:color w:val="C00000"/>
              </w:rPr>
              <w:drawing>
                <wp:anchor distT="0" distB="0" distL="114300" distR="114300" simplePos="0" relativeHeight="251662336" behindDoc="1" locked="0" layoutInCell="1" allowOverlap="1" wp14:anchorId="459663CC" wp14:editId="357F5B4F">
                  <wp:simplePos x="0" y="0"/>
                  <wp:positionH relativeFrom="column">
                    <wp:posOffset>467360</wp:posOffset>
                  </wp:positionH>
                  <wp:positionV relativeFrom="paragraph">
                    <wp:posOffset>165735</wp:posOffset>
                  </wp:positionV>
                  <wp:extent cx="850265" cy="447040"/>
                  <wp:effectExtent l="0" t="0" r="6985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ownload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265" cy="447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D214B8" w:rsidRDefault="00D214B8"/>
          <w:p w:rsidR="00155FBF" w:rsidRDefault="00155FBF">
            <w:r>
              <w:rPr>
                <w:noProof/>
              </w:rPr>
              <w:drawing>
                <wp:inline distT="0" distB="0" distL="0" distR="0" wp14:anchorId="154D41B1" wp14:editId="0BD7B3BF">
                  <wp:extent cx="1904762" cy="1904762"/>
                  <wp:effectExtent l="0" t="0" r="635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762" cy="19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</w:tcPr>
          <w:p w:rsidR="00155FBF" w:rsidRPr="00DD3B03" w:rsidRDefault="00665357">
            <w:pPr>
              <w:rPr>
                <w:color w:val="385623" w:themeColor="accent6" w:themeShade="80"/>
              </w:rPr>
            </w:pPr>
            <w:r w:rsidRPr="00DD3B03">
              <w:rPr>
                <w:color w:val="385623" w:themeColor="accent6" w:themeShade="80"/>
              </w:rPr>
              <w:t>Worksheet</w:t>
            </w:r>
          </w:p>
          <w:p w:rsidR="00665357" w:rsidRPr="00DD3B03" w:rsidRDefault="00665357">
            <w:pPr>
              <w:rPr>
                <w:color w:val="385623" w:themeColor="accent6" w:themeShade="80"/>
              </w:rPr>
            </w:pPr>
            <w:r w:rsidRPr="00DD3B03">
              <w:rPr>
                <w:color w:val="385623" w:themeColor="accent6" w:themeShade="80"/>
              </w:rPr>
              <w:t>Complete worksheet over reading over the General prologue.</w:t>
            </w:r>
          </w:p>
          <w:p w:rsidR="00665357" w:rsidRDefault="00DF5BDA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CB74B98" wp14:editId="0EDBCDC7">
                  <wp:simplePos x="0" y="0"/>
                  <wp:positionH relativeFrom="column">
                    <wp:posOffset>746125</wp:posOffset>
                  </wp:positionH>
                  <wp:positionV relativeFrom="paragraph">
                    <wp:posOffset>1729105</wp:posOffset>
                  </wp:positionV>
                  <wp:extent cx="514350" cy="514350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ownload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65357">
              <w:rPr>
                <w:noProof/>
              </w:rPr>
              <w:drawing>
                <wp:inline distT="0" distB="0" distL="0" distR="0" wp14:anchorId="58194075" wp14:editId="5BCA9AB4">
                  <wp:extent cx="1904762" cy="1904762"/>
                  <wp:effectExtent l="0" t="0" r="635" b="63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762" cy="19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65357" w:rsidRDefault="00665357"/>
        </w:tc>
        <w:tc>
          <w:tcPr>
            <w:tcW w:w="3510" w:type="dxa"/>
          </w:tcPr>
          <w:p w:rsidR="00155FBF" w:rsidRPr="00DD3B03" w:rsidRDefault="00665357">
            <w:pPr>
              <w:rPr>
                <w:color w:val="FF0000"/>
              </w:rPr>
            </w:pPr>
            <w:r w:rsidRPr="00DD3B03">
              <w:rPr>
                <w:color w:val="FF0000"/>
              </w:rPr>
              <w:t>Read and Explore Website</w:t>
            </w:r>
          </w:p>
          <w:p w:rsidR="00665357" w:rsidRPr="00DD3B03" w:rsidRDefault="00D214B8">
            <w:pPr>
              <w:rPr>
                <w:color w:val="FF0000"/>
              </w:rPr>
            </w:pPr>
            <w:r w:rsidRPr="00DD3B03">
              <w:rPr>
                <w:color w:val="FF0000"/>
              </w:rPr>
              <w:t>What is one thing you like about the Website?</w:t>
            </w:r>
          </w:p>
          <w:p w:rsidR="00665357" w:rsidRDefault="00DF5BDA">
            <w:r>
              <w:rPr>
                <w:noProof/>
              </w:rPr>
              <w:drawing>
                <wp:inline distT="0" distB="0" distL="0" distR="0">
                  <wp:extent cx="847725" cy="460951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anterbury_Tales_480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856" cy="505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65357" w:rsidRDefault="00665357">
            <w:r>
              <w:rPr>
                <w:noProof/>
              </w:rPr>
              <w:drawing>
                <wp:inline distT="0" distB="0" distL="0" distR="0" wp14:anchorId="6859EFA5" wp14:editId="770C9D5A">
                  <wp:extent cx="1904762" cy="1904762"/>
                  <wp:effectExtent l="0" t="0" r="635" b="63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762" cy="19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DF5BDA" w:rsidTr="00155FBF">
        <w:trPr>
          <w:trHeight w:val="3392"/>
        </w:trPr>
        <w:tc>
          <w:tcPr>
            <w:tcW w:w="3145" w:type="dxa"/>
          </w:tcPr>
          <w:p w:rsidR="00155FBF" w:rsidRPr="00DD3B03" w:rsidRDefault="00FD4CC6">
            <w:pPr>
              <w:rPr>
                <w:color w:val="7030A0"/>
              </w:rPr>
            </w:pPr>
            <w:r w:rsidRPr="00DD3B03">
              <w:rPr>
                <w:color w:val="7030A0"/>
              </w:rPr>
              <w:t>Websites</w:t>
            </w:r>
          </w:p>
          <w:p w:rsidR="00FD4CC6" w:rsidRPr="00DD3B03" w:rsidRDefault="00FD4CC6">
            <w:pPr>
              <w:rPr>
                <w:color w:val="7030A0"/>
              </w:rPr>
            </w:pPr>
            <w:r w:rsidRPr="00DD3B03">
              <w:rPr>
                <w:color w:val="7030A0"/>
              </w:rPr>
              <w:t>Go through the websites to understand the tales better.</w:t>
            </w:r>
          </w:p>
          <w:p w:rsidR="00D214B8" w:rsidRDefault="00DF5BDA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1778635</wp:posOffset>
                  </wp:positionV>
                  <wp:extent cx="1304245" cy="730377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download (1)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245" cy="730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D4CC6" w:rsidRDefault="00FD4CC6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3175</wp:posOffset>
                  </wp:positionV>
                  <wp:extent cx="1601802" cy="1714500"/>
                  <wp:effectExtent l="0" t="0" r="0" b="0"/>
                  <wp:wrapThrough wrapText="bothSides">
                    <wp:wrapPolygon edited="0">
                      <wp:start x="0" y="0"/>
                      <wp:lineTo x="0" y="21360"/>
                      <wp:lineTo x="21326" y="21360"/>
                      <wp:lineTo x="21326" y="0"/>
                      <wp:lineTo x="0" y="0"/>
                    </wp:wrapPolygon>
                  </wp:wrapThrough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1802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0" w:type="dxa"/>
          </w:tcPr>
          <w:p w:rsidR="00155FBF" w:rsidRPr="00DD3B03" w:rsidRDefault="00FD4CC6">
            <w:pPr>
              <w:rPr>
                <w:color w:val="323E4F" w:themeColor="text2" w:themeShade="BF"/>
              </w:rPr>
            </w:pPr>
            <w:r w:rsidRPr="00DD3B03">
              <w:rPr>
                <w:color w:val="323E4F" w:themeColor="text2" w:themeShade="BF"/>
              </w:rPr>
              <w:t>Video 1</w:t>
            </w:r>
          </w:p>
          <w:p w:rsidR="00FD4CC6" w:rsidRPr="00DD3B03" w:rsidRDefault="00D214B8">
            <w:pPr>
              <w:rPr>
                <w:color w:val="323E4F" w:themeColor="text2" w:themeShade="BF"/>
              </w:rPr>
            </w:pPr>
            <w:r w:rsidRPr="00DD3B03">
              <w:rPr>
                <w:color w:val="323E4F" w:themeColor="text2" w:themeShade="BF"/>
              </w:rPr>
              <w:t xml:space="preserve">Watch video and come up with a new pilgrim and add to the rap. </w:t>
            </w:r>
          </w:p>
          <w:p w:rsidR="00FD4CC6" w:rsidRDefault="00D214B8"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3810</wp:posOffset>
                  </wp:positionV>
                  <wp:extent cx="778933" cy="438150"/>
                  <wp:effectExtent l="0" t="0" r="2540" b="0"/>
                  <wp:wrapNone/>
                  <wp:docPr id="10" name="Picture 10" descr="Image result for public domain youtu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public domain youtu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933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D4CC6" w:rsidRDefault="00FD4CC6"/>
          <w:p w:rsidR="00FD4CC6" w:rsidRDefault="00FD4CC6">
            <w:r>
              <w:rPr>
                <w:noProof/>
              </w:rPr>
              <w:drawing>
                <wp:inline distT="0" distB="0" distL="0" distR="0" wp14:anchorId="2584C5EA" wp14:editId="1768AA68">
                  <wp:extent cx="1904762" cy="1904762"/>
                  <wp:effectExtent l="0" t="0" r="635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762" cy="19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</w:tcPr>
          <w:p w:rsidR="00155FBF" w:rsidRPr="00DD3B03" w:rsidRDefault="00FD4CC6">
            <w:pPr>
              <w:rPr>
                <w:color w:val="00B050"/>
              </w:rPr>
            </w:pPr>
            <w:r w:rsidRPr="00DD3B03">
              <w:rPr>
                <w:color w:val="00B050"/>
              </w:rPr>
              <w:t>Video 2</w:t>
            </w:r>
          </w:p>
          <w:p w:rsidR="00FD4CC6" w:rsidRPr="00DD3B03" w:rsidRDefault="00D214B8">
            <w:pPr>
              <w:rPr>
                <w:color w:val="00B050"/>
              </w:rPr>
            </w:pPr>
            <w:r w:rsidRPr="00DD3B03">
              <w:rPr>
                <w:noProof/>
                <w:color w:val="00B050"/>
              </w:rPr>
              <w:drawing>
                <wp:anchor distT="0" distB="0" distL="114300" distR="114300" simplePos="0" relativeHeight="251659264" behindDoc="1" locked="0" layoutInCell="1" allowOverlap="1" wp14:anchorId="1D47BAA2" wp14:editId="63CFA1E8">
                  <wp:simplePos x="0" y="0"/>
                  <wp:positionH relativeFrom="column">
                    <wp:posOffset>1231900</wp:posOffset>
                  </wp:positionH>
                  <wp:positionV relativeFrom="paragraph">
                    <wp:posOffset>419735</wp:posOffset>
                  </wp:positionV>
                  <wp:extent cx="542925" cy="305395"/>
                  <wp:effectExtent l="0" t="0" r="0" b="0"/>
                  <wp:wrapNone/>
                  <wp:docPr id="9" name="Picture 9" descr="Image result for public domain youtu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public domain youtu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05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D3B03">
              <w:rPr>
                <w:color w:val="00B050"/>
              </w:rPr>
              <w:t xml:space="preserve">Listen to video and then write down in modern English the tale of your pilgrim. </w:t>
            </w:r>
          </w:p>
          <w:p w:rsidR="00FD4CC6" w:rsidRDefault="00FD4CC6"/>
          <w:p w:rsidR="00FD4CC6" w:rsidRDefault="00FD4CC6"/>
          <w:p w:rsidR="00FD4CC6" w:rsidRDefault="00FD4CC6">
            <w:r>
              <w:rPr>
                <w:noProof/>
              </w:rPr>
              <w:drawing>
                <wp:inline distT="0" distB="0" distL="0" distR="0" wp14:anchorId="02401EF4" wp14:editId="70F03581">
                  <wp:extent cx="1904762" cy="1904762"/>
                  <wp:effectExtent l="0" t="0" r="635" b="63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762" cy="19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</w:tcPr>
          <w:p w:rsidR="00155FBF" w:rsidRPr="00DD3B03" w:rsidRDefault="00FD4CC6">
            <w:pPr>
              <w:rPr>
                <w:color w:val="00B0F0"/>
              </w:rPr>
            </w:pPr>
            <w:r w:rsidRPr="00DD3B03">
              <w:rPr>
                <w:color w:val="00B0F0"/>
              </w:rPr>
              <w:t>Middle English Study Guide</w:t>
            </w:r>
          </w:p>
          <w:p w:rsidR="00FD4CC6" w:rsidRPr="00DD3B03" w:rsidRDefault="00D214B8">
            <w:pPr>
              <w:rPr>
                <w:color w:val="00B0F0"/>
              </w:rPr>
            </w:pPr>
            <w:r w:rsidRPr="00DD3B03">
              <w:rPr>
                <w:color w:val="00B0F0"/>
              </w:rPr>
              <w:t xml:space="preserve">Translate your modern English Tale into middle English. </w:t>
            </w:r>
          </w:p>
          <w:p w:rsidR="00FD4CC6" w:rsidRDefault="00FD4CC6"/>
          <w:p w:rsidR="00FD4CC6" w:rsidRDefault="00DF5BDA">
            <w:r>
              <w:rPr>
                <w:noProof/>
              </w:rPr>
              <w:drawing>
                <wp:inline distT="0" distB="0" distL="0" distR="0">
                  <wp:extent cx="561975" cy="394221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s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454" cy="409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D4CC6" w:rsidRDefault="00FD4CC6">
            <w:r>
              <w:rPr>
                <w:noProof/>
              </w:rPr>
              <w:drawing>
                <wp:inline distT="0" distB="0" distL="0" distR="0" wp14:anchorId="4A417EEA" wp14:editId="4DAEBAE3">
                  <wp:extent cx="1904762" cy="1904762"/>
                  <wp:effectExtent l="0" t="0" r="635" b="63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762" cy="19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4A44" w:rsidRDefault="00F84A44"/>
    <w:sectPr w:rsidR="00F84A44" w:rsidSect="00155FBF">
      <w:headerReference w:type="default" r:id="rId2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BDA" w:rsidRDefault="00DF5BDA" w:rsidP="00DF5BDA">
      <w:pPr>
        <w:spacing w:after="0" w:line="240" w:lineRule="auto"/>
      </w:pPr>
      <w:r>
        <w:separator/>
      </w:r>
    </w:p>
  </w:endnote>
  <w:endnote w:type="continuationSeparator" w:id="0">
    <w:p w:rsidR="00DF5BDA" w:rsidRDefault="00DF5BDA" w:rsidP="00DF5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BDA" w:rsidRDefault="00DF5BDA" w:rsidP="00DF5BDA">
      <w:pPr>
        <w:spacing w:after="0" w:line="240" w:lineRule="auto"/>
      </w:pPr>
      <w:r>
        <w:separator/>
      </w:r>
    </w:p>
  </w:footnote>
  <w:footnote w:type="continuationSeparator" w:id="0">
    <w:p w:rsidR="00DF5BDA" w:rsidRDefault="00DF5BDA" w:rsidP="00DF5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BDA" w:rsidRPr="00DF5BDA" w:rsidRDefault="00DF5BDA" w:rsidP="00DF5BDA">
    <w:pPr>
      <w:pStyle w:val="Header"/>
      <w:tabs>
        <w:tab w:val="clear" w:pos="4680"/>
        <w:tab w:val="clear" w:pos="9360"/>
        <w:tab w:val="left" w:pos="1515"/>
      </w:tabs>
      <w:jc w:val="center"/>
      <w:rPr>
        <w:b/>
        <w:color w:val="7030A0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</w:rPr>
    </w:pPr>
    <w:r w:rsidRPr="00DF5BDA">
      <w:rPr>
        <w:b/>
        <w:color w:val="7030A0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</w:rPr>
      <w:t>THE CANTERBURY TALES QR ACTIVITY</w:t>
    </w:r>
  </w:p>
  <w:p w:rsidR="00DF5BDA" w:rsidRDefault="00DF5B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FBF"/>
    <w:rsid w:val="00155FBF"/>
    <w:rsid w:val="00665357"/>
    <w:rsid w:val="00D214B8"/>
    <w:rsid w:val="00DD3B03"/>
    <w:rsid w:val="00DF5BDA"/>
    <w:rsid w:val="00F84A44"/>
    <w:rsid w:val="00FD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5C062E8-A442-423F-839B-C90B106BC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5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5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BDA"/>
  </w:style>
  <w:style w:type="paragraph" w:styleId="Footer">
    <w:name w:val="footer"/>
    <w:basedOn w:val="Normal"/>
    <w:link w:val="FooterChar"/>
    <w:uiPriority w:val="99"/>
    <w:unhideWhenUsed/>
    <w:rsid w:val="00DF5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85147C5B</Template>
  <TotalTime>47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BASEPC</Company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Mikayla Miller</dc:creator>
  <cp:keywords/>
  <dc:description/>
  <cp:lastModifiedBy>Mikayla Miller</cp:lastModifiedBy>
  <cp:revision>2</cp:revision>
  <dcterms:created xsi:type="dcterms:W3CDTF">2018-04-10T17:48:00Z</dcterms:created>
  <dcterms:modified xsi:type="dcterms:W3CDTF">2018-04-10T18:38:00Z</dcterms:modified>
</cp:coreProperties>
</file>